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32"/>
          <w:szCs w:val="32"/>
        </w:rPr>
        <w:t>附件</w:t>
      </w:r>
    </w:p>
    <w:p>
      <w:pPr>
        <w:jc w:val="center"/>
        <w:rPr>
          <w:rFonts w:ascii="方正小标宋_GBK" w:hAnsi="Times New Roman" w:eastAsia="方正小标宋_GBK"/>
          <w:b/>
          <w:sz w:val="40"/>
          <w:szCs w:val="40"/>
        </w:rPr>
      </w:pPr>
      <w:r>
        <w:rPr>
          <w:rFonts w:hint="eastAsia" w:ascii="方正小标宋_GBK" w:hAnsi="Times New Roman" w:eastAsia="方正小标宋_GBK"/>
          <w:b/>
          <w:sz w:val="40"/>
          <w:szCs w:val="40"/>
        </w:rPr>
        <w:t>巴中市市本级人才公寓租住申请表</w:t>
      </w:r>
    </w:p>
    <w:p>
      <w:pPr>
        <w:wordWrap w:val="0"/>
        <w:jc w:val="right"/>
        <w:rPr>
          <w:rFonts w:ascii="楷体_GB2312" w:hAnsi="Times New Roman" w:eastAsia="楷体_GB2312"/>
          <w:b/>
          <w:sz w:val="28"/>
          <w:szCs w:val="28"/>
        </w:rPr>
      </w:pPr>
      <w:r>
        <w:rPr>
          <w:rFonts w:hint="eastAsia" w:ascii="楷体_GB2312" w:hAnsi="Times New Roman" w:eastAsia="楷体_GB2312"/>
          <w:b/>
          <w:sz w:val="28"/>
          <w:szCs w:val="28"/>
        </w:rPr>
        <w:t>编号：</w:t>
      </w:r>
      <w:r>
        <w:rPr>
          <w:rFonts w:ascii="楷体_GB2312" w:hAnsi="Times New Roman" w:eastAsia="楷体_GB2312"/>
          <w:b/>
          <w:sz w:val="28"/>
          <w:szCs w:val="28"/>
        </w:rPr>
        <w:t xml:space="preserve">     </w:t>
      </w:r>
      <w:r>
        <w:rPr>
          <w:rFonts w:hint="eastAsia" w:ascii="楷体_GB2312" w:hAnsi="Times New Roman" w:eastAsia="楷体_GB2312"/>
          <w:b/>
          <w:sz w:val="28"/>
          <w:szCs w:val="28"/>
        </w:rPr>
        <w:t>号</w:t>
      </w:r>
    </w:p>
    <w:tbl>
      <w:tblPr>
        <w:tblStyle w:val="10"/>
        <w:tblW w:w="89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863"/>
        <w:gridCol w:w="716"/>
        <w:gridCol w:w="423"/>
        <w:gridCol w:w="65"/>
        <w:gridCol w:w="786"/>
        <w:gridCol w:w="403"/>
        <w:gridCol w:w="164"/>
        <w:gridCol w:w="708"/>
        <w:gridCol w:w="150"/>
        <w:gridCol w:w="715"/>
        <w:gridCol w:w="567"/>
        <w:gridCol w:w="142"/>
        <w:gridCol w:w="518"/>
        <w:gridCol w:w="271"/>
        <w:gridCol w:w="1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02" w:type="dxa"/>
            <w:vMerge w:val="restart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请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租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住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对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象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基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情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况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1139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籍贯</w:t>
            </w:r>
          </w:p>
        </w:tc>
        <w:tc>
          <w:tcPr>
            <w:tcW w:w="865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婚姻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状况</w:t>
            </w:r>
          </w:p>
        </w:tc>
        <w:tc>
          <w:tcPr>
            <w:tcW w:w="789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686" w:type="dxa"/>
            <w:vMerge w:val="restart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近期免冠证照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出生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年月</w:t>
            </w:r>
          </w:p>
        </w:tc>
        <w:tc>
          <w:tcPr>
            <w:tcW w:w="1139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政治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面貌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5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电话</w:t>
            </w:r>
          </w:p>
        </w:tc>
        <w:tc>
          <w:tcPr>
            <w:tcW w:w="1498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686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身份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证号</w:t>
            </w:r>
          </w:p>
        </w:tc>
        <w:tc>
          <w:tcPr>
            <w:tcW w:w="3265" w:type="dxa"/>
            <w:gridSpan w:val="7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5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引进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方式</w:t>
            </w:r>
          </w:p>
        </w:tc>
        <w:tc>
          <w:tcPr>
            <w:tcW w:w="1498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686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学历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学位</w:t>
            </w:r>
          </w:p>
        </w:tc>
        <w:tc>
          <w:tcPr>
            <w:tcW w:w="3265" w:type="dxa"/>
            <w:gridSpan w:val="7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5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技术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等级</w:t>
            </w:r>
          </w:p>
        </w:tc>
        <w:tc>
          <w:tcPr>
            <w:tcW w:w="3184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引进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时间</w:t>
            </w:r>
          </w:p>
        </w:tc>
        <w:tc>
          <w:tcPr>
            <w:tcW w:w="3265" w:type="dxa"/>
            <w:gridSpan w:val="7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5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聘用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期限</w:t>
            </w:r>
          </w:p>
        </w:tc>
        <w:tc>
          <w:tcPr>
            <w:tcW w:w="3184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单位</w:t>
            </w:r>
          </w:p>
        </w:tc>
        <w:tc>
          <w:tcPr>
            <w:tcW w:w="3265" w:type="dxa"/>
            <w:gridSpan w:val="7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5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单位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电话</w:t>
            </w:r>
          </w:p>
        </w:tc>
        <w:tc>
          <w:tcPr>
            <w:tcW w:w="3184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人才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类别</w:t>
            </w:r>
          </w:p>
        </w:tc>
        <w:tc>
          <w:tcPr>
            <w:tcW w:w="7314" w:type="dxa"/>
            <w:gridSpan w:val="14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A</w:t>
            </w:r>
            <w:r>
              <w:rPr>
                <w:rFonts w:hint="eastAsia" w:ascii="宋体" w:hAnsi="宋体"/>
                <w:b/>
                <w:sz w:val="24"/>
              </w:rPr>
              <w:t>类</w:t>
            </w:r>
            <w:r>
              <w:rPr>
                <w:rFonts w:hint="eastAsia" w:ascii="宋体"/>
                <w:b/>
                <w:sz w:val="28"/>
                <w:szCs w:val="28"/>
              </w:rPr>
              <w:t>□</w:t>
            </w:r>
            <w:r>
              <w:rPr>
                <w:rFonts w:ascii="宋体" w:hAnsi="宋体"/>
                <w:b/>
                <w:sz w:val="24"/>
              </w:rPr>
              <w:t xml:space="preserve">  B</w:t>
            </w:r>
            <w:r>
              <w:rPr>
                <w:rFonts w:hint="eastAsia" w:ascii="宋体" w:hAnsi="宋体"/>
                <w:b/>
                <w:sz w:val="24"/>
              </w:rPr>
              <w:t>类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□</w:t>
            </w:r>
            <w:r>
              <w:rPr>
                <w:rFonts w:ascii="宋体" w:hAnsi="宋体"/>
                <w:b/>
                <w:sz w:val="24"/>
              </w:rPr>
              <w:t xml:space="preserve">  C</w:t>
            </w:r>
            <w:r>
              <w:rPr>
                <w:rFonts w:hint="eastAsia" w:ascii="宋体" w:hAnsi="宋体"/>
                <w:b/>
                <w:sz w:val="24"/>
              </w:rPr>
              <w:t>类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□</w:t>
            </w:r>
            <w:r>
              <w:rPr>
                <w:rFonts w:ascii="宋体" w:hAnsi="宋体"/>
                <w:b/>
                <w:sz w:val="24"/>
              </w:rPr>
              <w:t xml:space="preserve">  D</w:t>
            </w:r>
            <w:r>
              <w:rPr>
                <w:rFonts w:hint="eastAsia" w:ascii="宋体" w:hAnsi="宋体"/>
                <w:b/>
                <w:sz w:val="24"/>
              </w:rPr>
              <w:t>类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□</w:t>
            </w:r>
            <w:r>
              <w:rPr>
                <w:rFonts w:ascii="宋体" w:hAnsi="宋体"/>
                <w:b/>
                <w:sz w:val="24"/>
              </w:rPr>
              <w:t xml:space="preserve">  E</w:t>
            </w:r>
            <w:r>
              <w:rPr>
                <w:rFonts w:hint="eastAsia" w:ascii="宋体" w:hAnsi="宋体"/>
                <w:b/>
                <w:sz w:val="24"/>
              </w:rPr>
              <w:t>类</w:t>
            </w:r>
            <w:r>
              <w:rPr>
                <w:rFonts w:hint="eastAsia" w:ascii="宋体" w:hAnsi="宋体"/>
                <w:b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理由</w:t>
            </w:r>
          </w:p>
        </w:tc>
        <w:tc>
          <w:tcPr>
            <w:tcW w:w="7314" w:type="dxa"/>
            <w:gridSpan w:val="14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02" w:type="dxa"/>
            <w:vMerge w:val="restart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家庭成员情况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称谓</w:t>
            </w: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1677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工作单位</w:t>
            </w:r>
          </w:p>
        </w:tc>
        <w:tc>
          <w:tcPr>
            <w:tcW w:w="2304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身份证号码</w:t>
            </w:r>
          </w:p>
        </w:tc>
        <w:tc>
          <w:tcPr>
            <w:tcW w:w="2617" w:type="dxa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在主城区内（不含经开区、恩阳区）内有无房产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配偶</w:t>
            </w: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677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304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617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子女</w:t>
            </w: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677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304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617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子女</w:t>
            </w: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677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304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617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父亲</w:t>
            </w: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677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304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617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母亲</w:t>
            </w: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677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304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617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岳父</w:t>
            </w: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677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304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617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岳母</w:t>
            </w: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677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304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617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  <w:jc w:val="center"/>
        </w:trPr>
        <w:tc>
          <w:tcPr>
            <w:tcW w:w="802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所在单位推荐意见</w:t>
            </w:r>
          </w:p>
        </w:tc>
        <w:tc>
          <w:tcPr>
            <w:tcW w:w="8177" w:type="dxa"/>
            <w:gridSpan w:val="15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ind w:firstLine="482" w:firstLineChars="200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负责人签字：</w:t>
            </w:r>
            <w:r>
              <w:rPr>
                <w:rFonts w:ascii="宋体" w:hAnsi="宋体"/>
                <w:b/>
                <w:sz w:val="24"/>
              </w:rPr>
              <w:t xml:space="preserve">                            </w:t>
            </w:r>
            <w:r>
              <w:rPr>
                <w:rFonts w:hint="eastAsia" w:ascii="宋体" w:hAnsi="宋体"/>
                <w:b/>
                <w:sz w:val="24"/>
              </w:rPr>
              <w:t>（盖章）</w:t>
            </w:r>
          </w:p>
          <w:p>
            <w:pPr>
              <w:ind w:firstLine="5077" w:firstLineChars="2107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月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6" w:hRule="atLeast"/>
          <w:jc w:val="center"/>
        </w:trPr>
        <w:tc>
          <w:tcPr>
            <w:tcW w:w="802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主管部门复核意见</w:t>
            </w:r>
          </w:p>
        </w:tc>
        <w:tc>
          <w:tcPr>
            <w:tcW w:w="8177" w:type="dxa"/>
            <w:gridSpan w:val="15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ind w:firstLine="482" w:firstLineChars="200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负责人签字：</w:t>
            </w:r>
            <w:r>
              <w:rPr>
                <w:rFonts w:ascii="宋体" w:hAnsi="宋体"/>
                <w:b/>
                <w:sz w:val="24"/>
              </w:rPr>
              <w:t xml:space="preserve">                            </w:t>
            </w:r>
            <w:r>
              <w:rPr>
                <w:rFonts w:hint="eastAsia" w:ascii="宋体" w:hAnsi="宋体"/>
                <w:b/>
                <w:sz w:val="24"/>
              </w:rPr>
              <w:t>（盖章）</w:t>
            </w:r>
          </w:p>
          <w:p>
            <w:pPr>
              <w:ind w:firstLine="4958" w:firstLineChars="2058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月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02" w:type="dxa"/>
            <w:vMerge w:val="restart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住建部门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核查房产信息及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审核意见</w:t>
            </w:r>
          </w:p>
        </w:tc>
        <w:tc>
          <w:tcPr>
            <w:tcW w:w="1579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租住对象本人</w:t>
            </w:r>
          </w:p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及家庭成员</w:t>
            </w:r>
          </w:p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持有房产信息</w:t>
            </w:r>
          </w:p>
        </w:tc>
        <w:tc>
          <w:tcPr>
            <w:tcW w:w="6598" w:type="dxa"/>
            <w:gridSpan w:val="13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8" w:hRule="atLeast"/>
          <w:jc w:val="center"/>
        </w:trPr>
        <w:tc>
          <w:tcPr>
            <w:tcW w:w="802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177" w:type="dxa"/>
            <w:gridSpan w:val="15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ind w:firstLine="482" w:firstLineChars="200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负责人签字：</w:t>
            </w:r>
            <w:r>
              <w:rPr>
                <w:rFonts w:ascii="宋体" w:hAnsi="宋体"/>
                <w:b/>
                <w:sz w:val="24"/>
              </w:rPr>
              <w:t xml:space="preserve">                            </w:t>
            </w:r>
            <w:r>
              <w:rPr>
                <w:rFonts w:hint="eastAsia" w:ascii="宋体" w:hAnsi="宋体"/>
                <w:b/>
                <w:sz w:val="24"/>
              </w:rPr>
              <w:t>（盖章）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                 </w:t>
            </w:r>
            <w:r>
              <w:rPr>
                <w:rFonts w:hint="eastAsia" w:ascii="宋体" w:hAnsi="宋体"/>
                <w:b/>
                <w:sz w:val="24"/>
              </w:rPr>
              <w:t>年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月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7" w:hRule="atLeast"/>
          <w:jc w:val="center"/>
        </w:trPr>
        <w:tc>
          <w:tcPr>
            <w:tcW w:w="802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市委人才办审批意见</w:t>
            </w:r>
          </w:p>
        </w:tc>
        <w:tc>
          <w:tcPr>
            <w:tcW w:w="8177" w:type="dxa"/>
            <w:gridSpan w:val="15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jc w:val="center"/>
              <w:rPr>
                <w:rFonts w:ascii="宋体"/>
                <w:b/>
                <w:sz w:val="24"/>
              </w:rPr>
            </w:pPr>
          </w:p>
          <w:p>
            <w:pPr>
              <w:ind w:firstLine="482" w:firstLineChars="200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负责人签字：</w:t>
            </w:r>
            <w:r>
              <w:rPr>
                <w:rFonts w:ascii="宋体" w:hAnsi="宋体"/>
                <w:b/>
                <w:sz w:val="24"/>
              </w:rPr>
              <w:t xml:space="preserve">                            </w:t>
            </w:r>
            <w:r>
              <w:rPr>
                <w:rFonts w:hint="eastAsia" w:ascii="宋体" w:hAnsi="宋体"/>
                <w:b/>
                <w:sz w:val="24"/>
              </w:rPr>
              <w:t>（盖章）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 xml:space="preserve">                             </w:t>
            </w:r>
            <w:r>
              <w:rPr>
                <w:rFonts w:hint="eastAsia" w:ascii="宋体" w:hAnsi="宋体"/>
                <w:b/>
                <w:sz w:val="24"/>
              </w:rPr>
              <w:t>年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月</w:t>
            </w:r>
            <w:r>
              <w:rPr>
                <w:rFonts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02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租住情况</w:t>
            </w:r>
          </w:p>
        </w:tc>
        <w:tc>
          <w:tcPr>
            <w:tcW w:w="2067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房屋位置</w:t>
            </w:r>
          </w:p>
        </w:tc>
        <w:tc>
          <w:tcPr>
            <w:tcW w:w="2211" w:type="dxa"/>
            <w:gridSpan w:val="5"/>
            <w:vAlign w:val="center"/>
          </w:tcPr>
          <w:p>
            <w:pPr>
              <w:rPr>
                <w:rFonts w:ascii="宋体"/>
                <w:b/>
              </w:rPr>
            </w:pPr>
          </w:p>
        </w:tc>
        <w:tc>
          <w:tcPr>
            <w:tcW w:w="1942" w:type="dxa"/>
            <w:gridSpan w:val="4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 w:hAnsi="宋体"/>
                <w:b/>
              </w:rPr>
              <w:t>入住期限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rPr>
                <w:rFonts w:ascii="宋体"/>
                <w:b/>
              </w:rPr>
            </w:pPr>
          </w:p>
        </w:tc>
      </w:tr>
    </w:tbl>
    <w:p>
      <w:pPr>
        <w:spacing w:beforeLines="50"/>
        <w:rPr>
          <w:rFonts w:ascii="Times New Roman" w:hAnsi="Times New Roman"/>
          <w:b/>
        </w:rPr>
      </w:pPr>
      <w:r>
        <w:rPr>
          <w:rFonts w:hint="eastAsia" w:ascii="Times New Roman" w:hAnsi="Times New Roman"/>
          <w:b/>
        </w:rPr>
        <w:t>备注：本表一式三份，由申请人所在单位、市委人才办（市高端人才服务中心）、市国有资产经营管理有限责任公司分别留存。</w:t>
      </w:r>
    </w:p>
    <w:sectPr>
      <w:footerReference r:id="rId3" w:type="default"/>
      <w:pgSz w:w="11906" w:h="16838"/>
      <w:pgMar w:top="1984" w:right="1531" w:bottom="1871" w:left="1531" w:header="851" w:footer="1418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  <w:rFonts w:ascii="Times New Roman" w:hAnsi="Times New Roman"/>
        <w:sz w:val="28"/>
        <w:szCs w:val="28"/>
      </w:rPr>
    </w:pPr>
    <w:r>
      <w:rPr>
        <w:rStyle w:val="8"/>
        <w:rFonts w:ascii="Times New Roman" w:hAnsi="Times New Roman"/>
        <w:sz w:val="28"/>
        <w:szCs w:val="28"/>
      </w:rPr>
      <w:t xml:space="preserve">— </w:t>
    </w:r>
    <w:r>
      <w:rPr>
        <w:rStyle w:val="8"/>
        <w:rFonts w:ascii="Times New Roman" w:hAnsi="Times New Roman"/>
        <w:sz w:val="28"/>
        <w:szCs w:val="28"/>
      </w:rPr>
      <w:fldChar w:fldCharType="begin"/>
    </w:r>
    <w:r>
      <w:rPr>
        <w:rStyle w:val="8"/>
        <w:rFonts w:ascii="Times New Roman" w:hAnsi="Times New Roman"/>
        <w:sz w:val="28"/>
        <w:szCs w:val="28"/>
      </w:rPr>
      <w:instrText xml:space="preserve">PAGE  </w:instrText>
    </w:r>
    <w:r>
      <w:rPr>
        <w:rStyle w:val="8"/>
        <w:rFonts w:ascii="Times New Roman" w:hAnsi="Times New Roman"/>
        <w:sz w:val="28"/>
        <w:szCs w:val="28"/>
      </w:rPr>
      <w:fldChar w:fldCharType="separate"/>
    </w:r>
    <w:r>
      <w:rPr>
        <w:rStyle w:val="8"/>
        <w:rFonts w:ascii="Times New Roman" w:hAnsi="Times New Roman"/>
        <w:sz w:val="28"/>
        <w:szCs w:val="28"/>
      </w:rPr>
      <w:t>4</w:t>
    </w:r>
    <w:r>
      <w:rPr>
        <w:rStyle w:val="8"/>
        <w:rFonts w:ascii="Times New Roman" w:hAnsi="Times New Roman"/>
        <w:sz w:val="28"/>
        <w:szCs w:val="28"/>
      </w:rPr>
      <w:fldChar w:fldCharType="end"/>
    </w:r>
    <w:r>
      <w:rPr>
        <w:rStyle w:val="8"/>
        <w:rFonts w:ascii="Times New Roman" w:hAnsi="Times New Roman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embedSystemFonts/>
  <w:bordersDoNotSurroundHeader w:val="1"/>
  <w:bordersDoNotSurroundFooter w:val="1"/>
  <w:attachedTemplate r:id="rId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8F85D9C"/>
    <w:rsid w:val="000007DB"/>
    <w:rsid w:val="000010D9"/>
    <w:rsid w:val="000013B1"/>
    <w:rsid w:val="000061B9"/>
    <w:rsid w:val="00007B2F"/>
    <w:rsid w:val="0001029D"/>
    <w:rsid w:val="000145AB"/>
    <w:rsid w:val="00014F98"/>
    <w:rsid w:val="000157E6"/>
    <w:rsid w:val="00025205"/>
    <w:rsid w:val="000253A3"/>
    <w:rsid w:val="00030061"/>
    <w:rsid w:val="00030734"/>
    <w:rsid w:val="0003167A"/>
    <w:rsid w:val="00033496"/>
    <w:rsid w:val="00033606"/>
    <w:rsid w:val="0003405B"/>
    <w:rsid w:val="00036203"/>
    <w:rsid w:val="00043BC2"/>
    <w:rsid w:val="000469A7"/>
    <w:rsid w:val="000502AA"/>
    <w:rsid w:val="00051170"/>
    <w:rsid w:val="000536D6"/>
    <w:rsid w:val="00054D5E"/>
    <w:rsid w:val="00057172"/>
    <w:rsid w:val="000576FC"/>
    <w:rsid w:val="000632F6"/>
    <w:rsid w:val="00066A2A"/>
    <w:rsid w:val="0007050A"/>
    <w:rsid w:val="00070C60"/>
    <w:rsid w:val="00073B81"/>
    <w:rsid w:val="00074157"/>
    <w:rsid w:val="00076FF0"/>
    <w:rsid w:val="000772B7"/>
    <w:rsid w:val="000840BA"/>
    <w:rsid w:val="00084451"/>
    <w:rsid w:val="0009298F"/>
    <w:rsid w:val="00092A29"/>
    <w:rsid w:val="0009411F"/>
    <w:rsid w:val="00096393"/>
    <w:rsid w:val="000A17A2"/>
    <w:rsid w:val="000A3565"/>
    <w:rsid w:val="000A4A38"/>
    <w:rsid w:val="000B0A83"/>
    <w:rsid w:val="000B36AC"/>
    <w:rsid w:val="000B4E22"/>
    <w:rsid w:val="000B4F70"/>
    <w:rsid w:val="000C0E06"/>
    <w:rsid w:val="000C1281"/>
    <w:rsid w:val="000C3546"/>
    <w:rsid w:val="000C3F32"/>
    <w:rsid w:val="000C4AF0"/>
    <w:rsid w:val="000D2030"/>
    <w:rsid w:val="000D3C23"/>
    <w:rsid w:val="000D7BCC"/>
    <w:rsid w:val="000E0122"/>
    <w:rsid w:val="000E3A99"/>
    <w:rsid w:val="000E50E1"/>
    <w:rsid w:val="000E5E86"/>
    <w:rsid w:val="000F07E8"/>
    <w:rsid w:val="000F1683"/>
    <w:rsid w:val="000F225C"/>
    <w:rsid w:val="000F6D17"/>
    <w:rsid w:val="000F7577"/>
    <w:rsid w:val="001050F3"/>
    <w:rsid w:val="00105B5B"/>
    <w:rsid w:val="00105B62"/>
    <w:rsid w:val="00106626"/>
    <w:rsid w:val="0011038B"/>
    <w:rsid w:val="00111540"/>
    <w:rsid w:val="00112194"/>
    <w:rsid w:val="001155B2"/>
    <w:rsid w:val="00120612"/>
    <w:rsid w:val="0012121D"/>
    <w:rsid w:val="0012131B"/>
    <w:rsid w:val="0012263E"/>
    <w:rsid w:val="00123718"/>
    <w:rsid w:val="00123A55"/>
    <w:rsid w:val="00123FD7"/>
    <w:rsid w:val="001253C7"/>
    <w:rsid w:val="001329FA"/>
    <w:rsid w:val="001351EB"/>
    <w:rsid w:val="001358FB"/>
    <w:rsid w:val="001368D2"/>
    <w:rsid w:val="001378E5"/>
    <w:rsid w:val="00141A5C"/>
    <w:rsid w:val="00142B25"/>
    <w:rsid w:val="001449AC"/>
    <w:rsid w:val="0014560A"/>
    <w:rsid w:val="001500AF"/>
    <w:rsid w:val="00152128"/>
    <w:rsid w:val="001569C5"/>
    <w:rsid w:val="001620F7"/>
    <w:rsid w:val="0016280D"/>
    <w:rsid w:val="00167DAD"/>
    <w:rsid w:val="001700AC"/>
    <w:rsid w:val="00171171"/>
    <w:rsid w:val="00174712"/>
    <w:rsid w:val="001752E8"/>
    <w:rsid w:val="00180843"/>
    <w:rsid w:val="00180C1C"/>
    <w:rsid w:val="00184A11"/>
    <w:rsid w:val="0018668D"/>
    <w:rsid w:val="00186BB1"/>
    <w:rsid w:val="00190B59"/>
    <w:rsid w:val="00191925"/>
    <w:rsid w:val="00192154"/>
    <w:rsid w:val="001929A3"/>
    <w:rsid w:val="00192D06"/>
    <w:rsid w:val="001931F5"/>
    <w:rsid w:val="00196E06"/>
    <w:rsid w:val="001A37D3"/>
    <w:rsid w:val="001A77E4"/>
    <w:rsid w:val="001B1287"/>
    <w:rsid w:val="001B4E86"/>
    <w:rsid w:val="001C3388"/>
    <w:rsid w:val="001D5146"/>
    <w:rsid w:val="001D67DC"/>
    <w:rsid w:val="001E0818"/>
    <w:rsid w:val="001E1140"/>
    <w:rsid w:val="001E3849"/>
    <w:rsid w:val="001E3EB9"/>
    <w:rsid w:val="001E55F3"/>
    <w:rsid w:val="001E796A"/>
    <w:rsid w:val="001F1FC1"/>
    <w:rsid w:val="001F227C"/>
    <w:rsid w:val="001F33DC"/>
    <w:rsid w:val="001F371D"/>
    <w:rsid w:val="001F3932"/>
    <w:rsid w:val="001F4CE9"/>
    <w:rsid w:val="001F6183"/>
    <w:rsid w:val="00200CCC"/>
    <w:rsid w:val="00200F26"/>
    <w:rsid w:val="00204B18"/>
    <w:rsid w:val="0020586A"/>
    <w:rsid w:val="00206DD4"/>
    <w:rsid w:val="00210670"/>
    <w:rsid w:val="002128D8"/>
    <w:rsid w:val="002139F7"/>
    <w:rsid w:val="002161A7"/>
    <w:rsid w:val="00216381"/>
    <w:rsid w:val="002169D7"/>
    <w:rsid w:val="00220463"/>
    <w:rsid w:val="0022151F"/>
    <w:rsid w:val="00221D1B"/>
    <w:rsid w:val="002220E6"/>
    <w:rsid w:val="00225A2F"/>
    <w:rsid w:val="00230C5A"/>
    <w:rsid w:val="00231368"/>
    <w:rsid w:val="0023365D"/>
    <w:rsid w:val="00236F76"/>
    <w:rsid w:val="0023761C"/>
    <w:rsid w:val="00242228"/>
    <w:rsid w:val="00242699"/>
    <w:rsid w:val="00244E7D"/>
    <w:rsid w:val="00245A1A"/>
    <w:rsid w:val="002472D5"/>
    <w:rsid w:val="00250685"/>
    <w:rsid w:val="00251094"/>
    <w:rsid w:val="00253C8F"/>
    <w:rsid w:val="00257BF6"/>
    <w:rsid w:val="002615A7"/>
    <w:rsid w:val="00261E91"/>
    <w:rsid w:val="0026286F"/>
    <w:rsid w:val="00265401"/>
    <w:rsid w:val="002654E4"/>
    <w:rsid w:val="0026559E"/>
    <w:rsid w:val="00265E66"/>
    <w:rsid w:val="00270D40"/>
    <w:rsid w:val="002735EC"/>
    <w:rsid w:val="002772C7"/>
    <w:rsid w:val="00277A7F"/>
    <w:rsid w:val="00284569"/>
    <w:rsid w:val="002877AB"/>
    <w:rsid w:val="00292B36"/>
    <w:rsid w:val="00294057"/>
    <w:rsid w:val="002944DE"/>
    <w:rsid w:val="00294AD5"/>
    <w:rsid w:val="002A1E77"/>
    <w:rsid w:val="002A2317"/>
    <w:rsid w:val="002A2C27"/>
    <w:rsid w:val="002B6565"/>
    <w:rsid w:val="002C0741"/>
    <w:rsid w:val="002C2D12"/>
    <w:rsid w:val="002C5FE2"/>
    <w:rsid w:val="002C7108"/>
    <w:rsid w:val="002C783B"/>
    <w:rsid w:val="002D2203"/>
    <w:rsid w:val="002D23B8"/>
    <w:rsid w:val="002E128F"/>
    <w:rsid w:val="002E22EF"/>
    <w:rsid w:val="002E2428"/>
    <w:rsid w:val="002E603E"/>
    <w:rsid w:val="002E7552"/>
    <w:rsid w:val="002F7003"/>
    <w:rsid w:val="002F72CA"/>
    <w:rsid w:val="00306B89"/>
    <w:rsid w:val="003142CE"/>
    <w:rsid w:val="00316F65"/>
    <w:rsid w:val="003175BA"/>
    <w:rsid w:val="003271FB"/>
    <w:rsid w:val="00327885"/>
    <w:rsid w:val="0033153F"/>
    <w:rsid w:val="00331F90"/>
    <w:rsid w:val="00332919"/>
    <w:rsid w:val="003341F8"/>
    <w:rsid w:val="0033470F"/>
    <w:rsid w:val="00335241"/>
    <w:rsid w:val="00344F1A"/>
    <w:rsid w:val="003472C5"/>
    <w:rsid w:val="003568D4"/>
    <w:rsid w:val="003600D3"/>
    <w:rsid w:val="00360FCB"/>
    <w:rsid w:val="003668AE"/>
    <w:rsid w:val="003703ED"/>
    <w:rsid w:val="003716BA"/>
    <w:rsid w:val="00372035"/>
    <w:rsid w:val="00381286"/>
    <w:rsid w:val="00383A6C"/>
    <w:rsid w:val="00383AA2"/>
    <w:rsid w:val="00383DA5"/>
    <w:rsid w:val="00385D4B"/>
    <w:rsid w:val="00390F04"/>
    <w:rsid w:val="0039748D"/>
    <w:rsid w:val="00397FCD"/>
    <w:rsid w:val="003A18C2"/>
    <w:rsid w:val="003A4000"/>
    <w:rsid w:val="003B2ED2"/>
    <w:rsid w:val="003B420B"/>
    <w:rsid w:val="003C066B"/>
    <w:rsid w:val="003C50D5"/>
    <w:rsid w:val="003D1975"/>
    <w:rsid w:val="003D3E1F"/>
    <w:rsid w:val="003E4B20"/>
    <w:rsid w:val="003F0B83"/>
    <w:rsid w:val="003F5601"/>
    <w:rsid w:val="00401780"/>
    <w:rsid w:val="004029B4"/>
    <w:rsid w:val="0041588D"/>
    <w:rsid w:val="00417661"/>
    <w:rsid w:val="0042279D"/>
    <w:rsid w:val="00425F37"/>
    <w:rsid w:val="004301BB"/>
    <w:rsid w:val="00435CA9"/>
    <w:rsid w:val="00437C56"/>
    <w:rsid w:val="0044032F"/>
    <w:rsid w:val="00440BDF"/>
    <w:rsid w:val="00440CEE"/>
    <w:rsid w:val="00441840"/>
    <w:rsid w:val="00441B0C"/>
    <w:rsid w:val="00441D0E"/>
    <w:rsid w:val="00443FE6"/>
    <w:rsid w:val="00444F17"/>
    <w:rsid w:val="0044743E"/>
    <w:rsid w:val="00460E77"/>
    <w:rsid w:val="00462D47"/>
    <w:rsid w:val="00465507"/>
    <w:rsid w:val="00466D07"/>
    <w:rsid w:val="0047040C"/>
    <w:rsid w:val="00471A72"/>
    <w:rsid w:val="004724B2"/>
    <w:rsid w:val="00474AC3"/>
    <w:rsid w:val="00475CC8"/>
    <w:rsid w:val="00477566"/>
    <w:rsid w:val="00480B5C"/>
    <w:rsid w:val="00486D7E"/>
    <w:rsid w:val="0049441C"/>
    <w:rsid w:val="004952E1"/>
    <w:rsid w:val="004961E1"/>
    <w:rsid w:val="004A1A87"/>
    <w:rsid w:val="004A283A"/>
    <w:rsid w:val="004A4510"/>
    <w:rsid w:val="004A6C1B"/>
    <w:rsid w:val="004A7B86"/>
    <w:rsid w:val="004B39CB"/>
    <w:rsid w:val="004B4354"/>
    <w:rsid w:val="004B4B22"/>
    <w:rsid w:val="004B5E8C"/>
    <w:rsid w:val="004C12D5"/>
    <w:rsid w:val="004C7ABA"/>
    <w:rsid w:val="004D326B"/>
    <w:rsid w:val="004E3D43"/>
    <w:rsid w:val="004E5326"/>
    <w:rsid w:val="004E59AB"/>
    <w:rsid w:val="004E5A6F"/>
    <w:rsid w:val="004E6188"/>
    <w:rsid w:val="004E7135"/>
    <w:rsid w:val="004F281D"/>
    <w:rsid w:val="004F4867"/>
    <w:rsid w:val="004F6E11"/>
    <w:rsid w:val="004F746A"/>
    <w:rsid w:val="00500883"/>
    <w:rsid w:val="00501E62"/>
    <w:rsid w:val="00505E19"/>
    <w:rsid w:val="005060D4"/>
    <w:rsid w:val="005061A6"/>
    <w:rsid w:val="00506F37"/>
    <w:rsid w:val="00511197"/>
    <w:rsid w:val="00515E99"/>
    <w:rsid w:val="00516D58"/>
    <w:rsid w:val="00521FD3"/>
    <w:rsid w:val="00522432"/>
    <w:rsid w:val="005258BF"/>
    <w:rsid w:val="005275C3"/>
    <w:rsid w:val="0052784D"/>
    <w:rsid w:val="00536864"/>
    <w:rsid w:val="005411AB"/>
    <w:rsid w:val="00554322"/>
    <w:rsid w:val="00555B5F"/>
    <w:rsid w:val="00557F3C"/>
    <w:rsid w:val="00562C41"/>
    <w:rsid w:val="00563AF4"/>
    <w:rsid w:val="00565D09"/>
    <w:rsid w:val="005673DD"/>
    <w:rsid w:val="00572A05"/>
    <w:rsid w:val="0057478C"/>
    <w:rsid w:val="00574AD0"/>
    <w:rsid w:val="00574B01"/>
    <w:rsid w:val="005755C6"/>
    <w:rsid w:val="00586FA5"/>
    <w:rsid w:val="005871DA"/>
    <w:rsid w:val="0058764F"/>
    <w:rsid w:val="005916FB"/>
    <w:rsid w:val="00592C33"/>
    <w:rsid w:val="005935F5"/>
    <w:rsid w:val="005A2C3E"/>
    <w:rsid w:val="005B0840"/>
    <w:rsid w:val="005B5941"/>
    <w:rsid w:val="005B7F5A"/>
    <w:rsid w:val="005C3019"/>
    <w:rsid w:val="005C312B"/>
    <w:rsid w:val="005C513A"/>
    <w:rsid w:val="005C529A"/>
    <w:rsid w:val="005C5A2E"/>
    <w:rsid w:val="005D37D8"/>
    <w:rsid w:val="005E4B9D"/>
    <w:rsid w:val="005E66E3"/>
    <w:rsid w:val="005E75B3"/>
    <w:rsid w:val="005E7CCD"/>
    <w:rsid w:val="0060207C"/>
    <w:rsid w:val="006072EF"/>
    <w:rsid w:val="0061068F"/>
    <w:rsid w:val="00613DF0"/>
    <w:rsid w:val="00617CEC"/>
    <w:rsid w:val="006247DB"/>
    <w:rsid w:val="00625E9C"/>
    <w:rsid w:val="006278A8"/>
    <w:rsid w:val="006316FB"/>
    <w:rsid w:val="0063287A"/>
    <w:rsid w:val="00634704"/>
    <w:rsid w:val="00634C32"/>
    <w:rsid w:val="00635CD0"/>
    <w:rsid w:val="006370C9"/>
    <w:rsid w:val="00642C01"/>
    <w:rsid w:val="00646344"/>
    <w:rsid w:val="0065115E"/>
    <w:rsid w:val="00653B79"/>
    <w:rsid w:val="00656AF4"/>
    <w:rsid w:val="00657673"/>
    <w:rsid w:val="0066206A"/>
    <w:rsid w:val="006706C0"/>
    <w:rsid w:val="006723E4"/>
    <w:rsid w:val="00684274"/>
    <w:rsid w:val="006863F1"/>
    <w:rsid w:val="00691B7E"/>
    <w:rsid w:val="006A13AB"/>
    <w:rsid w:val="006A13E8"/>
    <w:rsid w:val="006A157A"/>
    <w:rsid w:val="006A1813"/>
    <w:rsid w:val="006A21F7"/>
    <w:rsid w:val="006A4D68"/>
    <w:rsid w:val="006A6F3E"/>
    <w:rsid w:val="006A79DF"/>
    <w:rsid w:val="006B18D0"/>
    <w:rsid w:val="006B2A21"/>
    <w:rsid w:val="006B3E43"/>
    <w:rsid w:val="006B451A"/>
    <w:rsid w:val="006B497B"/>
    <w:rsid w:val="006B4CF1"/>
    <w:rsid w:val="006B75C1"/>
    <w:rsid w:val="006C62CE"/>
    <w:rsid w:val="006C63A6"/>
    <w:rsid w:val="006D1A08"/>
    <w:rsid w:val="006D2933"/>
    <w:rsid w:val="006D2B0E"/>
    <w:rsid w:val="006D43D6"/>
    <w:rsid w:val="006D6DB4"/>
    <w:rsid w:val="006D723D"/>
    <w:rsid w:val="006E31ED"/>
    <w:rsid w:val="006E366F"/>
    <w:rsid w:val="006E6D52"/>
    <w:rsid w:val="006F275A"/>
    <w:rsid w:val="006F378C"/>
    <w:rsid w:val="006F439A"/>
    <w:rsid w:val="006F528B"/>
    <w:rsid w:val="006F57D3"/>
    <w:rsid w:val="006F6253"/>
    <w:rsid w:val="007011F1"/>
    <w:rsid w:val="007107E7"/>
    <w:rsid w:val="00712407"/>
    <w:rsid w:val="00712AF4"/>
    <w:rsid w:val="00713D57"/>
    <w:rsid w:val="00714E47"/>
    <w:rsid w:val="007151CB"/>
    <w:rsid w:val="007214F3"/>
    <w:rsid w:val="00724721"/>
    <w:rsid w:val="00724B5D"/>
    <w:rsid w:val="00725391"/>
    <w:rsid w:val="007314D9"/>
    <w:rsid w:val="00731FE8"/>
    <w:rsid w:val="00733AC3"/>
    <w:rsid w:val="00746D9C"/>
    <w:rsid w:val="0074723D"/>
    <w:rsid w:val="00747CD5"/>
    <w:rsid w:val="00747D9E"/>
    <w:rsid w:val="0075039D"/>
    <w:rsid w:val="007522D6"/>
    <w:rsid w:val="00752384"/>
    <w:rsid w:val="007526B2"/>
    <w:rsid w:val="00754089"/>
    <w:rsid w:val="00754927"/>
    <w:rsid w:val="00756DBF"/>
    <w:rsid w:val="00763310"/>
    <w:rsid w:val="0077785D"/>
    <w:rsid w:val="00784761"/>
    <w:rsid w:val="007879B5"/>
    <w:rsid w:val="00792210"/>
    <w:rsid w:val="007924F9"/>
    <w:rsid w:val="00793B5A"/>
    <w:rsid w:val="007961E2"/>
    <w:rsid w:val="0079659F"/>
    <w:rsid w:val="007A4F65"/>
    <w:rsid w:val="007A58CF"/>
    <w:rsid w:val="007A719C"/>
    <w:rsid w:val="007A75B2"/>
    <w:rsid w:val="007B0FA5"/>
    <w:rsid w:val="007B3261"/>
    <w:rsid w:val="007C3CB2"/>
    <w:rsid w:val="007C3F18"/>
    <w:rsid w:val="007C4F84"/>
    <w:rsid w:val="007C5EC5"/>
    <w:rsid w:val="007D0169"/>
    <w:rsid w:val="007D09EC"/>
    <w:rsid w:val="007D1AD2"/>
    <w:rsid w:val="007D23F7"/>
    <w:rsid w:val="007D26A7"/>
    <w:rsid w:val="007E35B4"/>
    <w:rsid w:val="007E4A78"/>
    <w:rsid w:val="007E53B7"/>
    <w:rsid w:val="007E5A31"/>
    <w:rsid w:val="007F18E9"/>
    <w:rsid w:val="007F233A"/>
    <w:rsid w:val="007F36C7"/>
    <w:rsid w:val="007F44EC"/>
    <w:rsid w:val="007F7AA1"/>
    <w:rsid w:val="00800493"/>
    <w:rsid w:val="008015A6"/>
    <w:rsid w:val="00801B8E"/>
    <w:rsid w:val="00802D8F"/>
    <w:rsid w:val="00804F56"/>
    <w:rsid w:val="00806203"/>
    <w:rsid w:val="00815CE5"/>
    <w:rsid w:val="008221D4"/>
    <w:rsid w:val="00822CAA"/>
    <w:rsid w:val="00822E88"/>
    <w:rsid w:val="00824255"/>
    <w:rsid w:val="00826DD6"/>
    <w:rsid w:val="00830CDD"/>
    <w:rsid w:val="00834B03"/>
    <w:rsid w:val="00836FF2"/>
    <w:rsid w:val="008379D0"/>
    <w:rsid w:val="00837E06"/>
    <w:rsid w:val="00844087"/>
    <w:rsid w:val="00847D58"/>
    <w:rsid w:val="0085007B"/>
    <w:rsid w:val="00851F39"/>
    <w:rsid w:val="0085288C"/>
    <w:rsid w:val="00855FB6"/>
    <w:rsid w:val="008604AA"/>
    <w:rsid w:val="00864100"/>
    <w:rsid w:val="008650D9"/>
    <w:rsid w:val="008709FC"/>
    <w:rsid w:val="00870CD0"/>
    <w:rsid w:val="00873F32"/>
    <w:rsid w:val="00884FB5"/>
    <w:rsid w:val="00887162"/>
    <w:rsid w:val="00892212"/>
    <w:rsid w:val="008A0175"/>
    <w:rsid w:val="008A3C1D"/>
    <w:rsid w:val="008A49ED"/>
    <w:rsid w:val="008A5D82"/>
    <w:rsid w:val="008B1348"/>
    <w:rsid w:val="008B1DD4"/>
    <w:rsid w:val="008B6608"/>
    <w:rsid w:val="008C0E7C"/>
    <w:rsid w:val="008C171F"/>
    <w:rsid w:val="008C3F6E"/>
    <w:rsid w:val="008C4380"/>
    <w:rsid w:val="008D0E57"/>
    <w:rsid w:val="008D3449"/>
    <w:rsid w:val="008D62C0"/>
    <w:rsid w:val="008D7E37"/>
    <w:rsid w:val="008E020E"/>
    <w:rsid w:val="008E2257"/>
    <w:rsid w:val="008E2BFF"/>
    <w:rsid w:val="008E33B3"/>
    <w:rsid w:val="008E7FD0"/>
    <w:rsid w:val="008F0429"/>
    <w:rsid w:val="008F1BD0"/>
    <w:rsid w:val="009135AD"/>
    <w:rsid w:val="00915496"/>
    <w:rsid w:val="00917660"/>
    <w:rsid w:val="009221F8"/>
    <w:rsid w:val="00934229"/>
    <w:rsid w:val="00936C81"/>
    <w:rsid w:val="00951173"/>
    <w:rsid w:val="00956BC5"/>
    <w:rsid w:val="00961C0C"/>
    <w:rsid w:val="00961E63"/>
    <w:rsid w:val="009647BC"/>
    <w:rsid w:val="009709D6"/>
    <w:rsid w:val="00980661"/>
    <w:rsid w:val="009837DC"/>
    <w:rsid w:val="00993B35"/>
    <w:rsid w:val="00993E09"/>
    <w:rsid w:val="009958C9"/>
    <w:rsid w:val="00995AF0"/>
    <w:rsid w:val="00995F69"/>
    <w:rsid w:val="00995F73"/>
    <w:rsid w:val="00996311"/>
    <w:rsid w:val="0099660E"/>
    <w:rsid w:val="009975C1"/>
    <w:rsid w:val="00997E94"/>
    <w:rsid w:val="009B7F6D"/>
    <w:rsid w:val="009C252B"/>
    <w:rsid w:val="009C37CA"/>
    <w:rsid w:val="009C3ABD"/>
    <w:rsid w:val="009C3E7F"/>
    <w:rsid w:val="009C583A"/>
    <w:rsid w:val="009C78C3"/>
    <w:rsid w:val="009E2547"/>
    <w:rsid w:val="009E4D95"/>
    <w:rsid w:val="009E5636"/>
    <w:rsid w:val="009E5C72"/>
    <w:rsid w:val="009F1267"/>
    <w:rsid w:val="00A007BD"/>
    <w:rsid w:val="00A0102C"/>
    <w:rsid w:val="00A030A3"/>
    <w:rsid w:val="00A05CF5"/>
    <w:rsid w:val="00A0610C"/>
    <w:rsid w:val="00A0732C"/>
    <w:rsid w:val="00A07FB5"/>
    <w:rsid w:val="00A103B3"/>
    <w:rsid w:val="00A1095D"/>
    <w:rsid w:val="00A13B43"/>
    <w:rsid w:val="00A159BD"/>
    <w:rsid w:val="00A1764F"/>
    <w:rsid w:val="00A251FC"/>
    <w:rsid w:val="00A30615"/>
    <w:rsid w:val="00A32463"/>
    <w:rsid w:val="00A36F58"/>
    <w:rsid w:val="00A37575"/>
    <w:rsid w:val="00A43278"/>
    <w:rsid w:val="00A4391F"/>
    <w:rsid w:val="00A43A67"/>
    <w:rsid w:val="00A46416"/>
    <w:rsid w:val="00A47733"/>
    <w:rsid w:val="00A52276"/>
    <w:rsid w:val="00A52C61"/>
    <w:rsid w:val="00A5533A"/>
    <w:rsid w:val="00A563A2"/>
    <w:rsid w:val="00A60AD3"/>
    <w:rsid w:val="00A63AE8"/>
    <w:rsid w:val="00A643DC"/>
    <w:rsid w:val="00A65E55"/>
    <w:rsid w:val="00A66691"/>
    <w:rsid w:val="00A67441"/>
    <w:rsid w:val="00A70D59"/>
    <w:rsid w:val="00A748F6"/>
    <w:rsid w:val="00A75326"/>
    <w:rsid w:val="00A770B3"/>
    <w:rsid w:val="00A81D87"/>
    <w:rsid w:val="00A828AA"/>
    <w:rsid w:val="00A82AB4"/>
    <w:rsid w:val="00A84799"/>
    <w:rsid w:val="00A87F9C"/>
    <w:rsid w:val="00A90D1B"/>
    <w:rsid w:val="00A9204B"/>
    <w:rsid w:val="00AA0A1C"/>
    <w:rsid w:val="00AA1CD2"/>
    <w:rsid w:val="00AB0100"/>
    <w:rsid w:val="00AB2C6B"/>
    <w:rsid w:val="00AB376C"/>
    <w:rsid w:val="00AB627B"/>
    <w:rsid w:val="00AB6F9A"/>
    <w:rsid w:val="00AC1BDC"/>
    <w:rsid w:val="00AC203B"/>
    <w:rsid w:val="00AC2752"/>
    <w:rsid w:val="00AC459A"/>
    <w:rsid w:val="00AC46C5"/>
    <w:rsid w:val="00AC721C"/>
    <w:rsid w:val="00AD781E"/>
    <w:rsid w:val="00AD782A"/>
    <w:rsid w:val="00AE2D3A"/>
    <w:rsid w:val="00AE4787"/>
    <w:rsid w:val="00AE7DDB"/>
    <w:rsid w:val="00AF391E"/>
    <w:rsid w:val="00AF3B4D"/>
    <w:rsid w:val="00AF7B50"/>
    <w:rsid w:val="00B00EB1"/>
    <w:rsid w:val="00B02243"/>
    <w:rsid w:val="00B03AAE"/>
    <w:rsid w:val="00B05489"/>
    <w:rsid w:val="00B0685F"/>
    <w:rsid w:val="00B07FE1"/>
    <w:rsid w:val="00B12A5C"/>
    <w:rsid w:val="00B14AB0"/>
    <w:rsid w:val="00B20003"/>
    <w:rsid w:val="00B21D25"/>
    <w:rsid w:val="00B22811"/>
    <w:rsid w:val="00B232AC"/>
    <w:rsid w:val="00B23A66"/>
    <w:rsid w:val="00B268B9"/>
    <w:rsid w:val="00B33506"/>
    <w:rsid w:val="00B33CC1"/>
    <w:rsid w:val="00B342EA"/>
    <w:rsid w:val="00B4108B"/>
    <w:rsid w:val="00B4543D"/>
    <w:rsid w:val="00B4644C"/>
    <w:rsid w:val="00B475CA"/>
    <w:rsid w:val="00B51FEE"/>
    <w:rsid w:val="00B5640F"/>
    <w:rsid w:val="00B65704"/>
    <w:rsid w:val="00B70570"/>
    <w:rsid w:val="00B748ED"/>
    <w:rsid w:val="00B76410"/>
    <w:rsid w:val="00B778AA"/>
    <w:rsid w:val="00B82781"/>
    <w:rsid w:val="00B8507B"/>
    <w:rsid w:val="00B86806"/>
    <w:rsid w:val="00B87EF3"/>
    <w:rsid w:val="00B94410"/>
    <w:rsid w:val="00B95876"/>
    <w:rsid w:val="00B961E3"/>
    <w:rsid w:val="00B977B3"/>
    <w:rsid w:val="00B97B42"/>
    <w:rsid w:val="00BA0448"/>
    <w:rsid w:val="00BB4081"/>
    <w:rsid w:val="00BC022A"/>
    <w:rsid w:val="00BC0F5A"/>
    <w:rsid w:val="00BC16DB"/>
    <w:rsid w:val="00BC1A86"/>
    <w:rsid w:val="00BC5A72"/>
    <w:rsid w:val="00BD05CB"/>
    <w:rsid w:val="00BD1619"/>
    <w:rsid w:val="00BD22EA"/>
    <w:rsid w:val="00BD2BD7"/>
    <w:rsid w:val="00BD4EDC"/>
    <w:rsid w:val="00BE270E"/>
    <w:rsid w:val="00BE5B1D"/>
    <w:rsid w:val="00BF128C"/>
    <w:rsid w:val="00BF3B79"/>
    <w:rsid w:val="00BF6124"/>
    <w:rsid w:val="00C0100D"/>
    <w:rsid w:val="00C04FD6"/>
    <w:rsid w:val="00C05A3C"/>
    <w:rsid w:val="00C067F2"/>
    <w:rsid w:val="00C069BB"/>
    <w:rsid w:val="00C0773D"/>
    <w:rsid w:val="00C209BA"/>
    <w:rsid w:val="00C20C0B"/>
    <w:rsid w:val="00C2694C"/>
    <w:rsid w:val="00C33290"/>
    <w:rsid w:val="00C3455C"/>
    <w:rsid w:val="00C40840"/>
    <w:rsid w:val="00C426C2"/>
    <w:rsid w:val="00C43383"/>
    <w:rsid w:val="00C504FC"/>
    <w:rsid w:val="00C53E0A"/>
    <w:rsid w:val="00C56337"/>
    <w:rsid w:val="00C611CC"/>
    <w:rsid w:val="00C6220F"/>
    <w:rsid w:val="00C63CA9"/>
    <w:rsid w:val="00C64FB6"/>
    <w:rsid w:val="00C7233D"/>
    <w:rsid w:val="00C726A3"/>
    <w:rsid w:val="00C757DE"/>
    <w:rsid w:val="00C75ED5"/>
    <w:rsid w:val="00C76CA8"/>
    <w:rsid w:val="00C864C3"/>
    <w:rsid w:val="00C878E6"/>
    <w:rsid w:val="00C87CA0"/>
    <w:rsid w:val="00C904F0"/>
    <w:rsid w:val="00C90786"/>
    <w:rsid w:val="00C91FBF"/>
    <w:rsid w:val="00C92A34"/>
    <w:rsid w:val="00C93D11"/>
    <w:rsid w:val="00C9509B"/>
    <w:rsid w:val="00C956D8"/>
    <w:rsid w:val="00C95A62"/>
    <w:rsid w:val="00CA42D7"/>
    <w:rsid w:val="00CA562D"/>
    <w:rsid w:val="00CB0A0B"/>
    <w:rsid w:val="00CB160D"/>
    <w:rsid w:val="00CB17D7"/>
    <w:rsid w:val="00CB20DF"/>
    <w:rsid w:val="00CB3A99"/>
    <w:rsid w:val="00CB3BE0"/>
    <w:rsid w:val="00CB4526"/>
    <w:rsid w:val="00CB5DBF"/>
    <w:rsid w:val="00CB74AE"/>
    <w:rsid w:val="00CC02B7"/>
    <w:rsid w:val="00CC1ED3"/>
    <w:rsid w:val="00CC356C"/>
    <w:rsid w:val="00CC48A9"/>
    <w:rsid w:val="00CC506F"/>
    <w:rsid w:val="00CD2F9A"/>
    <w:rsid w:val="00CD331B"/>
    <w:rsid w:val="00CD609A"/>
    <w:rsid w:val="00CD7E0A"/>
    <w:rsid w:val="00CE4061"/>
    <w:rsid w:val="00CE4A06"/>
    <w:rsid w:val="00CE60FF"/>
    <w:rsid w:val="00CE7E0F"/>
    <w:rsid w:val="00CF01BF"/>
    <w:rsid w:val="00CF0672"/>
    <w:rsid w:val="00CF1195"/>
    <w:rsid w:val="00CF2F6A"/>
    <w:rsid w:val="00D00F08"/>
    <w:rsid w:val="00D03E98"/>
    <w:rsid w:val="00D115C1"/>
    <w:rsid w:val="00D11880"/>
    <w:rsid w:val="00D11E0A"/>
    <w:rsid w:val="00D11E46"/>
    <w:rsid w:val="00D15F65"/>
    <w:rsid w:val="00D17604"/>
    <w:rsid w:val="00D2024D"/>
    <w:rsid w:val="00D202B3"/>
    <w:rsid w:val="00D23D76"/>
    <w:rsid w:val="00D2464C"/>
    <w:rsid w:val="00D252CF"/>
    <w:rsid w:val="00D33F58"/>
    <w:rsid w:val="00D36DFD"/>
    <w:rsid w:val="00D41A06"/>
    <w:rsid w:val="00D46092"/>
    <w:rsid w:val="00D47578"/>
    <w:rsid w:val="00D5100F"/>
    <w:rsid w:val="00D60D17"/>
    <w:rsid w:val="00D6255B"/>
    <w:rsid w:val="00D70B6C"/>
    <w:rsid w:val="00D71AD9"/>
    <w:rsid w:val="00D7262B"/>
    <w:rsid w:val="00D72981"/>
    <w:rsid w:val="00D747BA"/>
    <w:rsid w:val="00D74B28"/>
    <w:rsid w:val="00D75FC2"/>
    <w:rsid w:val="00D76E8F"/>
    <w:rsid w:val="00D77F06"/>
    <w:rsid w:val="00D81974"/>
    <w:rsid w:val="00D900D5"/>
    <w:rsid w:val="00D921AD"/>
    <w:rsid w:val="00D97F89"/>
    <w:rsid w:val="00DA1562"/>
    <w:rsid w:val="00DA1AA2"/>
    <w:rsid w:val="00DA2F1F"/>
    <w:rsid w:val="00DA437A"/>
    <w:rsid w:val="00DA4FBC"/>
    <w:rsid w:val="00DA5954"/>
    <w:rsid w:val="00DA7F2C"/>
    <w:rsid w:val="00DB0A45"/>
    <w:rsid w:val="00DB3FDC"/>
    <w:rsid w:val="00DB611D"/>
    <w:rsid w:val="00DB6684"/>
    <w:rsid w:val="00DB689D"/>
    <w:rsid w:val="00DB7A30"/>
    <w:rsid w:val="00DC573E"/>
    <w:rsid w:val="00DC5BF8"/>
    <w:rsid w:val="00DC6243"/>
    <w:rsid w:val="00DC78A4"/>
    <w:rsid w:val="00DD0013"/>
    <w:rsid w:val="00DD2E0E"/>
    <w:rsid w:val="00DD4747"/>
    <w:rsid w:val="00DD65A6"/>
    <w:rsid w:val="00DD663B"/>
    <w:rsid w:val="00DD7995"/>
    <w:rsid w:val="00DE0D9F"/>
    <w:rsid w:val="00DE1BB3"/>
    <w:rsid w:val="00DE393E"/>
    <w:rsid w:val="00DE4C41"/>
    <w:rsid w:val="00DE748F"/>
    <w:rsid w:val="00DE7FC1"/>
    <w:rsid w:val="00DF1C47"/>
    <w:rsid w:val="00DF2575"/>
    <w:rsid w:val="00DF7DC4"/>
    <w:rsid w:val="00E00BEF"/>
    <w:rsid w:val="00E01012"/>
    <w:rsid w:val="00E041D9"/>
    <w:rsid w:val="00E05302"/>
    <w:rsid w:val="00E05DA1"/>
    <w:rsid w:val="00E05EAD"/>
    <w:rsid w:val="00E11935"/>
    <w:rsid w:val="00E13C9E"/>
    <w:rsid w:val="00E14FF2"/>
    <w:rsid w:val="00E15809"/>
    <w:rsid w:val="00E1732A"/>
    <w:rsid w:val="00E20D83"/>
    <w:rsid w:val="00E23CFB"/>
    <w:rsid w:val="00E260FD"/>
    <w:rsid w:val="00E26842"/>
    <w:rsid w:val="00E2719C"/>
    <w:rsid w:val="00E33CEC"/>
    <w:rsid w:val="00E34127"/>
    <w:rsid w:val="00E34F16"/>
    <w:rsid w:val="00E35141"/>
    <w:rsid w:val="00E3632F"/>
    <w:rsid w:val="00E41EB3"/>
    <w:rsid w:val="00E44642"/>
    <w:rsid w:val="00E50140"/>
    <w:rsid w:val="00E51C1E"/>
    <w:rsid w:val="00E51D02"/>
    <w:rsid w:val="00E5667E"/>
    <w:rsid w:val="00E623D4"/>
    <w:rsid w:val="00E62CDC"/>
    <w:rsid w:val="00E65590"/>
    <w:rsid w:val="00E66A30"/>
    <w:rsid w:val="00E72729"/>
    <w:rsid w:val="00E76135"/>
    <w:rsid w:val="00E8042A"/>
    <w:rsid w:val="00E8305D"/>
    <w:rsid w:val="00E83240"/>
    <w:rsid w:val="00E8338C"/>
    <w:rsid w:val="00E83718"/>
    <w:rsid w:val="00E927B7"/>
    <w:rsid w:val="00E93BAB"/>
    <w:rsid w:val="00E949C2"/>
    <w:rsid w:val="00E951DB"/>
    <w:rsid w:val="00E9561F"/>
    <w:rsid w:val="00E95BC8"/>
    <w:rsid w:val="00EA244B"/>
    <w:rsid w:val="00EA4A56"/>
    <w:rsid w:val="00EA7754"/>
    <w:rsid w:val="00EB1381"/>
    <w:rsid w:val="00EB252C"/>
    <w:rsid w:val="00EB4E56"/>
    <w:rsid w:val="00EC5AE5"/>
    <w:rsid w:val="00EC7324"/>
    <w:rsid w:val="00ED6B3A"/>
    <w:rsid w:val="00ED7AD6"/>
    <w:rsid w:val="00EE5CA3"/>
    <w:rsid w:val="00EE7DD6"/>
    <w:rsid w:val="00EF6A3E"/>
    <w:rsid w:val="00EF6ABC"/>
    <w:rsid w:val="00EF79AA"/>
    <w:rsid w:val="00F02A4A"/>
    <w:rsid w:val="00F05AB8"/>
    <w:rsid w:val="00F100D4"/>
    <w:rsid w:val="00F12CFD"/>
    <w:rsid w:val="00F1671C"/>
    <w:rsid w:val="00F17DEB"/>
    <w:rsid w:val="00F200A7"/>
    <w:rsid w:val="00F201A1"/>
    <w:rsid w:val="00F21A32"/>
    <w:rsid w:val="00F22F42"/>
    <w:rsid w:val="00F2617F"/>
    <w:rsid w:val="00F3010B"/>
    <w:rsid w:val="00F30BD7"/>
    <w:rsid w:val="00F30C70"/>
    <w:rsid w:val="00F34514"/>
    <w:rsid w:val="00F35BDD"/>
    <w:rsid w:val="00F360B5"/>
    <w:rsid w:val="00F402BC"/>
    <w:rsid w:val="00F41114"/>
    <w:rsid w:val="00F44F4F"/>
    <w:rsid w:val="00F46AA8"/>
    <w:rsid w:val="00F52FB4"/>
    <w:rsid w:val="00F5701E"/>
    <w:rsid w:val="00F60360"/>
    <w:rsid w:val="00F60890"/>
    <w:rsid w:val="00F76C3D"/>
    <w:rsid w:val="00F8063D"/>
    <w:rsid w:val="00F81CFE"/>
    <w:rsid w:val="00F83EC5"/>
    <w:rsid w:val="00F87DC1"/>
    <w:rsid w:val="00F90CFA"/>
    <w:rsid w:val="00F932EA"/>
    <w:rsid w:val="00F935CA"/>
    <w:rsid w:val="00F95D67"/>
    <w:rsid w:val="00F96447"/>
    <w:rsid w:val="00F9778F"/>
    <w:rsid w:val="00FA2AF2"/>
    <w:rsid w:val="00FA31E2"/>
    <w:rsid w:val="00FA345C"/>
    <w:rsid w:val="00FA40AF"/>
    <w:rsid w:val="00FB4F8C"/>
    <w:rsid w:val="00FB782C"/>
    <w:rsid w:val="00FB7C5A"/>
    <w:rsid w:val="00FC1085"/>
    <w:rsid w:val="00FC54B1"/>
    <w:rsid w:val="00FD5215"/>
    <w:rsid w:val="00FE1CA2"/>
    <w:rsid w:val="00FE424E"/>
    <w:rsid w:val="00FE6006"/>
    <w:rsid w:val="00FF12E7"/>
    <w:rsid w:val="00FF396C"/>
    <w:rsid w:val="00FF4072"/>
    <w:rsid w:val="00FF58C2"/>
    <w:rsid w:val="0113482E"/>
    <w:rsid w:val="0FEA72A7"/>
    <w:rsid w:val="18F85D9C"/>
    <w:rsid w:val="19241D09"/>
    <w:rsid w:val="1E0C4D97"/>
    <w:rsid w:val="30724B33"/>
    <w:rsid w:val="337C1235"/>
    <w:rsid w:val="3BAB66A2"/>
    <w:rsid w:val="43A5488D"/>
    <w:rsid w:val="469153FB"/>
    <w:rsid w:val="499C08AA"/>
    <w:rsid w:val="5AA478CF"/>
    <w:rsid w:val="6A193FDC"/>
    <w:rsid w:val="6D535020"/>
    <w:rsid w:val="7EE8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qFormat="1" w:unhideWhenUsed="0" w:uiPriority="99" w:semiHidden="0" w:name="footnote text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qFormat="1" w:unhideWhenUsed="0" w:uiPriority="99" w:semiHidden="0" w:name="footnote reference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qFormat/>
    <w:uiPriority w:val="99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24"/>
    </w:rPr>
  </w:style>
  <w:style w:type="paragraph" w:styleId="4">
    <w:name w:val="header"/>
    <w:basedOn w:val="1"/>
    <w:link w:val="1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kern w:val="0"/>
      <w:sz w:val="18"/>
      <w:szCs w:val="18"/>
    </w:rPr>
  </w:style>
  <w:style w:type="paragraph" w:styleId="5">
    <w:name w:val="footnote text"/>
    <w:basedOn w:val="1"/>
    <w:link w:val="14"/>
    <w:qFormat/>
    <w:uiPriority w:val="99"/>
    <w:pPr>
      <w:snapToGrid w:val="0"/>
      <w:jc w:val="left"/>
    </w:pPr>
    <w:rPr>
      <w:kern w:val="0"/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99"/>
    <w:rPr>
      <w:rFonts w:cs="Times New Roman"/>
    </w:rPr>
  </w:style>
  <w:style w:type="character" w:styleId="9">
    <w:name w:val="footnote reference"/>
    <w:basedOn w:val="7"/>
    <w:qFormat/>
    <w:uiPriority w:val="99"/>
    <w:rPr>
      <w:rFonts w:cs="Times New Roman"/>
      <w:vertAlign w:val="superscript"/>
    </w:rPr>
  </w:style>
  <w:style w:type="table" w:styleId="11">
    <w:name w:val="Table Grid"/>
    <w:basedOn w:val="10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Footer Char"/>
    <w:basedOn w:val="7"/>
    <w:link w:val="3"/>
    <w:qFormat/>
    <w:locked/>
    <w:uiPriority w:val="99"/>
    <w:rPr>
      <w:rFonts w:ascii="Calibri" w:hAnsi="Calibri" w:eastAsia="宋体" w:cs="Times New Roman"/>
      <w:kern w:val="2"/>
      <w:sz w:val="24"/>
    </w:rPr>
  </w:style>
  <w:style w:type="character" w:customStyle="1" w:styleId="13">
    <w:name w:val="Header Char"/>
    <w:basedOn w:val="7"/>
    <w:link w:val="4"/>
    <w:semiHidden/>
    <w:qFormat/>
    <w:locked/>
    <w:uiPriority w:val="99"/>
    <w:rPr>
      <w:rFonts w:ascii="Calibri" w:hAnsi="Calibri" w:cs="Times New Roman"/>
      <w:sz w:val="18"/>
    </w:rPr>
  </w:style>
  <w:style w:type="character" w:customStyle="1" w:styleId="14">
    <w:name w:val="Footnote Text Char"/>
    <w:basedOn w:val="7"/>
    <w:link w:val="5"/>
    <w:semiHidden/>
    <w:qFormat/>
    <w:locked/>
    <w:uiPriority w:val="99"/>
    <w:rPr>
      <w:rFonts w:ascii="Calibri" w:hAnsi="Calibri" w:cs="Times New Roman"/>
      <w:sz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Balloon Text Char"/>
    <w:basedOn w:val="7"/>
    <w:link w:val="2"/>
    <w:qFormat/>
    <w:locked/>
    <w:uiPriority w:val="99"/>
    <w:rPr>
      <w:rFonts w:ascii="Calibri" w:hAnsi="Calibri" w:eastAsia="宋体" w:cs="Times New Roman"/>
      <w:kern w:val="2"/>
      <w:sz w:val="18"/>
    </w:rPr>
  </w:style>
  <w:style w:type="character" w:customStyle="1" w:styleId="17">
    <w:name w:val="fontstyle01"/>
    <w:qFormat/>
    <w:uiPriority w:val="99"/>
    <w:rPr>
      <w:rFonts w:ascii="仿宋_GB2312" w:eastAsia="仿宋_GB2312"/>
      <w:color w:val="000000"/>
      <w:sz w:val="32"/>
    </w:rPr>
  </w:style>
  <w:style w:type="character" w:customStyle="1" w:styleId="18">
    <w:name w:val="fontstyle21"/>
    <w:qFormat/>
    <w:uiPriority w:val="99"/>
    <w:rPr>
      <w:rFonts w:ascii="TimesNewRomanPSMT" w:hAnsi="TimesNewRomanPSMT"/>
      <w:color w:val="000000"/>
      <w:sz w:val="32"/>
    </w:rPr>
  </w:style>
  <w:style w:type="character" w:customStyle="1" w:styleId="19">
    <w:name w:val="fontstyle31"/>
    <w:qFormat/>
    <w:uiPriority w:val="99"/>
    <w:rPr>
      <w:rFonts w:ascii="宋体" w:hAnsi="宋体" w:eastAsia="宋体"/>
      <w:color w:val="000000"/>
      <w:sz w:val="28"/>
    </w:rPr>
  </w:style>
  <w:style w:type="character" w:customStyle="1" w:styleId="20">
    <w:name w:val="fontstyle41"/>
    <w:qFormat/>
    <w:uiPriority w:val="99"/>
    <w:rPr>
      <w:rFonts w:ascii="TimesNewRomanPS-BoldMT" w:hAnsi="TimesNewRomanPS-BoldMT"/>
      <w:b/>
      <w:color w:val="000000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13</Pages>
  <Words>3686</Words>
  <Characters>3738</Characters>
  <Lines>0</Lines>
  <Paragraphs>0</Paragraphs>
  <TotalTime>231</TotalTime>
  <ScaleCrop>false</ScaleCrop>
  <LinksUpToDate>false</LinksUpToDate>
  <CharactersWithSpaces>4066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2018-12-18T01:54:00Z</dcterms:created>
  <dc:creator>Administrator</dc:creator>
  <cp:lastModifiedBy>晴</cp:lastModifiedBy>
  <cp:lastPrinted>2018-12-18T09:33:00Z</cp:lastPrinted>
  <dcterms:modified xsi:type="dcterms:W3CDTF">2019-09-12T03:20:39Z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